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6D0" w:rsidRDefault="001C01C8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DB353F"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Pr="00820FAB">
        <w:rPr>
          <w:rFonts w:asciiTheme="majorHAnsi" w:eastAsia="Times New Roman" w:hAnsiTheme="majorHAnsi" w:cs="Times New Roman"/>
          <w:lang w:eastAsia="cs-CZ"/>
        </w:rPr>
        <w:t xml:space="preserve">č. </w:t>
      </w:r>
      <w:r w:rsidR="008D2654">
        <w:rPr>
          <w:rFonts w:asciiTheme="majorHAnsi" w:eastAsia="Times New Roman" w:hAnsiTheme="majorHAnsi" w:cs="Times New Roman"/>
          <w:lang w:eastAsia="cs-CZ"/>
        </w:rPr>
        <w:t>4</w:t>
      </w:r>
      <w:r w:rsidR="00A35FEF" w:rsidRPr="00820FAB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  <w:bookmarkStart w:id="0" w:name="_GoBack"/>
      <w:bookmarkEnd w:id="0"/>
    </w:p>
    <w:p w:rsidR="000E63D6" w:rsidRPr="000E63D6" w:rsidRDefault="000E63D6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0E63D6"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:rsidR="00336BEC" w:rsidRDefault="00304DC8" w:rsidP="00304DC8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" w:name="_Toc517353605"/>
      <w:bookmarkStart w:id="2" w:name="_Toc518140497"/>
      <w:r>
        <w:rPr>
          <w:rFonts w:asciiTheme="majorHAnsi" w:eastAsia="Times New Roman" w:hAnsiTheme="majorHAnsi" w:cs="Arial"/>
          <w:b/>
          <w:bCs/>
          <w:caps/>
          <w:kern w:val="32"/>
        </w:rPr>
        <w:t>TABULKA S PŘEDPOKLÁDANÝMI OBJEMY PRO VÝPOČET NABÁDKOVÉ CENY</w:t>
      </w:r>
    </w:p>
    <w:p w:rsidR="00304DC8" w:rsidRPr="00346133" w:rsidRDefault="00304DC8" w:rsidP="00304DC8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tbl>
      <w:tblPr>
        <w:tblStyle w:val="Mkatabulky4"/>
        <w:tblW w:w="10471" w:type="dxa"/>
        <w:tblInd w:w="567" w:type="dxa"/>
        <w:tblLook w:val="04A0" w:firstRow="1" w:lastRow="0" w:firstColumn="1" w:lastColumn="0" w:noHBand="0" w:noVBand="1"/>
      </w:tblPr>
      <w:tblGrid>
        <w:gridCol w:w="1955"/>
        <w:gridCol w:w="1928"/>
        <w:gridCol w:w="1896"/>
        <w:gridCol w:w="2346"/>
        <w:gridCol w:w="2346"/>
      </w:tblGrid>
      <w:tr w:rsidR="000E63D6" w:rsidRPr="009A1CA4" w:rsidTr="009D0E1F">
        <w:trPr>
          <w:gridAfter w:val="1"/>
          <w:wAfter w:w="2346" w:type="dxa"/>
        </w:trPr>
        <w:tc>
          <w:tcPr>
            <w:tcW w:w="1955" w:type="dxa"/>
            <w:shd w:val="clear" w:color="auto" w:fill="BFBFBF"/>
          </w:tcPr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Specifikace Subskripce</w:t>
            </w:r>
          </w:p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BFBFBF"/>
          </w:tcPr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jedné Subskripce</w:t>
            </w:r>
            <w:r w:rsidR="009D0E1F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na období 1 rok</w:t>
            </w:r>
          </w:p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 w:rsidDel="00007C9D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</w:t>
            </w: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  <w:tc>
          <w:tcPr>
            <w:tcW w:w="1896" w:type="dxa"/>
            <w:shd w:val="clear" w:color="auto" w:fill="BFBFBF"/>
          </w:tcPr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Počet Subskripcí/doba trvání Subskripce</w:t>
            </w:r>
          </w:p>
        </w:tc>
        <w:tc>
          <w:tcPr>
            <w:tcW w:w="2346" w:type="dxa"/>
            <w:shd w:val="clear" w:color="auto" w:fill="BFBFBF"/>
          </w:tcPr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za počet Subskripcí</w:t>
            </w:r>
          </w:p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</w:tr>
      <w:tr w:rsidR="0053787D" w:rsidRPr="009A1CA4" w:rsidTr="009D0E1F">
        <w:trPr>
          <w:gridAfter w:val="1"/>
          <w:wAfter w:w="2346" w:type="dxa"/>
        </w:trPr>
        <w:tc>
          <w:tcPr>
            <w:tcW w:w="1955" w:type="dxa"/>
          </w:tcPr>
          <w:p w:rsidR="0053787D" w:rsidRPr="009A1CA4" w:rsidRDefault="0053787D" w:rsidP="0053787D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Adobe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Acrobat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Pro DC</w:t>
            </w:r>
          </w:p>
        </w:tc>
        <w:tc>
          <w:tcPr>
            <w:tcW w:w="1928" w:type="dxa"/>
          </w:tcPr>
          <w:p w:rsidR="0053787D" w:rsidRPr="009A1CA4" w:rsidRDefault="0053787D" w:rsidP="0053787D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53787D" w:rsidRPr="009A1CA4" w:rsidRDefault="0053787D" w:rsidP="0053787D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896" w:type="dxa"/>
          </w:tcPr>
          <w:p w:rsidR="0053787D" w:rsidRPr="00DA517B" w:rsidRDefault="0053787D" w:rsidP="008903DD">
            <w:pPr>
              <w:spacing w:before="120"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r w:rsidRPr="00DA517B">
              <w:rPr>
                <w:rFonts w:ascii="Calibri" w:hAnsi="Calibri" w:cs="Calibri"/>
                <w:sz w:val="22"/>
                <w:szCs w:val="22"/>
              </w:rPr>
              <w:t>1</w:t>
            </w:r>
            <w:r w:rsidR="008903DD">
              <w:rPr>
                <w:rFonts w:ascii="Calibri" w:hAnsi="Calibri" w:cs="Calibri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/ 1 rok</w:t>
            </w:r>
          </w:p>
        </w:tc>
        <w:tc>
          <w:tcPr>
            <w:tcW w:w="2346" w:type="dxa"/>
          </w:tcPr>
          <w:p w:rsidR="0053787D" w:rsidRPr="009A1CA4" w:rsidRDefault="0053787D" w:rsidP="0053787D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53787D" w:rsidRPr="009A1CA4" w:rsidRDefault="0053787D" w:rsidP="0053787D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53787D" w:rsidRPr="009A1CA4" w:rsidTr="009D0E1F">
        <w:trPr>
          <w:gridAfter w:val="1"/>
          <w:wAfter w:w="2346" w:type="dxa"/>
        </w:trPr>
        <w:tc>
          <w:tcPr>
            <w:tcW w:w="1955" w:type="dxa"/>
          </w:tcPr>
          <w:p w:rsidR="0053787D" w:rsidRPr="009A1CA4" w:rsidRDefault="0053787D" w:rsidP="0053787D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  <w:highlight w:val="yellow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Creative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Cloud</w:t>
            </w:r>
            <w:proofErr w:type="spellEnd"/>
          </w:p>
        </w:tc>
        <w:tc>
          <w:tcPr>
            <w:tcW w:w="1928" w:type="dxa"/>
          </w:tcPr>
          <w:p w:rsidR="0053787D" w:rsidRPr="009A1CA4" w:rsidRDefault="0053787D" w:rsidP="0053787D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53787D" w:rsidRPr="009A1CA4" w:rsidRDefault="0053787D" w:rsidP="0053787D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896" w:type="dxa"/>
          </w:tcPr>
          <w:p w:rsidR="0053787D" w:rsidRPr="00DA517B" w:rsidRDefault="008903DD" w:rsidP="0053787D">
            <w:pPr>
              <w:spacing w:before="120"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19</w:t>
            </w:r>
            <w:r w:rsidR="0053787D">
              <w:rPr>
                <w:rFonts w:ascii="Calibri" w:hAnsi="Calibri" w:cs="Calibri"/>
                <w:sz w:val="22"/>
                <w:szCs w:val="22"/>
              </w:rPr>
              <w:t xml:space="preserve"> / 1 rok</w:t>
            </w:r>
          </w:p>
        </w:tc>
        <w:tc>
          <w:tcPr>
            <w:tcW w:w="2346" w:type="dxa"/>
          </w:tcPr>
          <w:p w:rsidR="0053787D" w:rsidRPr="009A1CA4" w:rsidRDefault="0053787D" w:rsidP="0053787D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53787D" w:rsidRPr="009A1CA4" w:rsidRDefault="0053787D" w:rsidP="0053787D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53787D" w:rsidRPr="009A1CA4" w:rsidTr="009D0E1F">
        <w:trPr>
          <w:gridAfter w:val="1"/>
          <w:wAfter w:w="2346" w:type="dxa"/>
        </w:trPr>
        <w:tc>
          <w:tcPr>
            <w:tcW w:w="1955" w:type="dxa"/>
          </w:tcPr>
          <w:p w:rsidR="0053787D" w:rsidRPr="009A1CA4" w:rsidRDefault="0053787D" w:rsidP="0053787D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InDesign</w:t>
            </w:r>
          </w:p>
        </w:tc>
        <w:tc>
          <w:tcPr>
            <w:tcW w:w="1928" w:type="dxa"/>
          </w:tcPr>
          <w:p w:rsidR="0053787D" w:rsidRPr="009A1CA4" w:rsidRDefault="0053787D" w:rsidP="0053787D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53787D" w:rsidRPr="009A1CA4" w:rsidRDefault="0053787D" w:rsidP="0053787D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896" w:type="dxa"/>
          </w:tcPr>
          <w:p w:rsidR="0053787D" w:rsidRPr="00DA517B" w:rsidRDefault="008903DD" w:rsidP="0053787D">
            <w:pPr>
              <w:spacing w:before="120"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  <w:r w:rsidR="0053787D">
              <w:rPr>
                <w:rFonts w:ascii="Calibri" w:hAnsi="Calibri" w:cs="Calibri"/>
                <w:sz w:val="22"/>
                <w:szCs w:val="22"/>
              </w:rPr>
              <w:t xml:space="preserve"> / 1 rok</w:t>
            </w:r>
          </w:p>
        </w:tc>
        <w:tc>
          <w:tcPr>
            <w:tcW w:w="2346" w:type="dxa"/>
          </w:tcPr>
          <w:p w:rsidR="0053787D" w:rsidRPr="009A1CA4" w:rsidRDefault="0053787D" w:rsidP="0053787D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53787D" w:rsidRPr="009A1CA4" w:rsidRDefault="0053787D" w:rsidP="0053787D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9D0E1F" w:rsidRPr="009A1CA4" w:rsidTr="009D0E1F">
        <w:tc>
          <w:tcPr>
            <w:tcW w:w="1955" w:type="dxa"/>
          </w:tcPr>
          <w:p w:rsidR="009D0E1F" w:rsidRDefault="009D0E1F" w:rsidP="009D0E1F">
            <w:pPr>
              <w:spacing w:before="120"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Photoshop</w:t>
            </w:r>
            <w:proofErr w:type="spellEnd"/>
          </w:p>
        </w:tc>
        <w:tc>
          <w:tcPr>
            <w:tcW w:w="1928" w:type="dxa"/>
          </w:tcPr>
          <w:p w:rsidR="009D0E1F" w:rsidRPr="009A1CA4" w:rsidRDefault="009D0E1F" w:rsidP="009D0E1F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9D0E1F" w:rsidRPr="009A1CA4" w:rsidRDefault="009D0E1F" w:rsidP="009D0E1F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1896" w:type="dxa"/>
          </w:tcPr>
          <w:p w:rsidR="009D0E1F" w:rsidRDefault="009D0E1F" w:rsidP="009D0E1F">
            <w:pPr>
              <w:spacing w:before="120"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r w:rsidRPr="00DA517B">
              <w:rPr>
                <w:rFonts w:ascii="Calibri" w:hAnsi="Calibri" w:cs="Calibri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/ 1 rok</w:t>
            </w:r>
          </w:p>
        </w:tc>
        <w:tc>
          <w:tcPr>
            <w:tcW w:w="2346" w:type="dxa"/>
          </w:tcPr>
          <w:p w:rsidR="009D0E1F" w:rsidRPr="009A1CA4" w:rsidRDefault="009D0E1F" w:rsidP="009D0E1F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9D0E1F" w:rsidRPr="009A1CA4" w:rsidRDefault="009D0E1F" w:rsidP="009D0E1F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2346" w:type="dxa"/>
          </w:tcPr>
          <w:p w:rsidR="009D0E1F" w:rsidRPr="009A1CA4" w:rsidRDefault="009D0E1F" w:rsidP="009D0E1F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9D0E1F" w:rsidRPr="009A1CA4" w:rsidTr="009D0E1F">
        <w:tc>
          <w:tcPr>
            <w:tcW w:w="1955" w:type="dxa"/>
          </w:tcPr>
          <w:p w:rsidR="009D0E1F" w:rsidRDefault="009D0E1F" w:rsidP="009D0E1F">
            <w:pPr>
              <w:spacing w:before="120"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Illustrator</w:t>
            </w:r>
            <w:proofErr w:type="spellEnd"/>
          </w:p>
        </w:tc>
        <w:tc>
          <w:tcPr>
            <w:tcW w:w="1928" w:type="dxa"/>
          </w:tcPr>
          <w:p w:rsidR="009D0E1F" w:rsidRPr="009A1CA4" w:rsidRDefault="009D0E1F" w:rsidP="009D0E1F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9D0E1F" w:rsidRPr="009A1CA4" w:rsidRDefault="009D0E1F" w:rsidP="009D0E1F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1896" w:type="dxa"/>
          </w:tcPr>
          <w:p w:rsidR="009D0E1F" w:rsidRDefault="009D0E1F" w:rsidP="009D0E1F">
            <w:pPr>
              <w:spacing w:before="120"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 / 1 rok</w:t>
            </w:r>
          </w:p>
        </w:tc>
        <w:tc>
          <w:tcPr>
            <w:tcW w:w="2346" w:type="dxa"/>
          </w:tcPr>
          <w:p w:rsidR="009D0E1F" w:rsidRPr="009A1CA4" w:rsidRDefault="009D0E1F" w:rsidP="009D0E1F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9D0E1F" w:rsidRPr="009A1CA4" w:rsidRDefault="009D0E1F" w:rsidP="009D0E1F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2346" w:type="dxa"/>
          </w:tcPr>
          <w:p w:rsidR="009D0E1F" w:rsidRPr="009A1CA4" w:rsidRDefault="009D0E1F" w:rsidP="009D0E1F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9D0E1F" w:rsidRPr="009A1CA4" w:rsidTr="009D0E1F">
        <w:tc>
          <w:tcPr>
            <w:tcW w:w="1955" w:type="dxa"/>
          </w:tcPr>
          <w:p w:rsidR="009D0E1F" w:rsidRDefault="009D0E1F" w:rsidP="009D0E1F">
            <w:pPr>
              <w:spacing w:before="120"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Premiere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Pro</w:t>
            </w:r>
          </w:p>
        </w:tc>
        <w:tc>
          <w:tcPr>
            <w:tcW w:w="1928" w:type="dxa"/>
          </w:tcPr>
          <w:p w:rsidR="009D0E1F" w:rsidRPr="009A1CA4" w:rsidRDefault="009D0E1F" w:rsidP="009D0E1F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9D0E1F" w:rsidRPr="009A1CA4" w:rsidRDefault="009D0E1F" w:rsidP="009D0E1F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1896" w:type="dxa"/>
          </w:tcPr>
          <w:p w:rsidR="009D0E1F" w:rsidRDefault="009D0E1F" w:rsidP="009D0E1F">
            <w:pPr>
              <w:spacing w:before="120"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r w:rsidRPr="00DA517B">
              <w:rPr>
                <w:rFonts w:ascii="Calibri" w:hAnsi="Calibri" w:cs="Calibri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/ 1 rok</w:t>
            </w:r>
          </w:p>
        </w:tc>
        <w:tc>
          <w:tcPr>
            <w:tcW w:w="2346" w:type="dxa"/>
          </w:tcPr>
          <w:p w:rsidR="009D0E1F" w:rsidRPr="009A1CA4" w:rsidRDefault="009D0E1F" w:rsidP="009D0E1F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9D0E1F" w:rsidRPr="009A1CA4" w:rsidRDefault="009D0E1F" w:rsidP="009D0E1F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2346" w:type="dxa"/>
          </w:tcPr>
          <w:p w:rsidR="009D0E1F" w:rsidRPr="009A1CA4" w:rsidRDefault="009D0E1F" w:rsidP="009D0E1F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9D0E1F" w:rsidRPr="009A1CA4" w:rsidTr="009D0E1F">
        <w:trPr>
          <w:gridAfter w:val="1"/>
          <w:wAfter w:w="2346" w:type="dxa"/>
        </w:trPr>
        <w:tc>
          <w:tcPr>
            <w:tcW w:w="5779" w:type="dxa"/>
            <w:gridSpan w:val="3"/>
            <w:shd w:val="clear" w:color="auto" w:fill="D9D9D9"/>
          </w:tcPr>
          <w:p w:rsidR="009D0E1F" w:rsidRPr="009A1CA4" w:rsidRDefault="009D0E1F" w:rsidP="009D0E1F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subskripce v Kč bez DPH</w:t>
            </w:r>
          </w:p>
        </w:tc>
        <w:tc>
          <w:tcPr>
            <w:tcW w:w="2346" w:type="dxa"/>
          </w:tcPr>
          <w:p w:rsidR="009D0E1F" w:rsidRPr="009A1CA4" w:rsidRDefault="009D0E1F" w:rsidP="009D0E1F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9D0E1F" w:rsidRPr="009A1CA4" w:rsidRDefault="009D0E1F" w:rsidP="009D0E1F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  <w:p w:rsidR="009D0E1F" w:rsidRPr="009A1CA4" w:rsidRDefault="009D0E1F" w:rsidP="009D0E1F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[Tj. součet hodnot v tomto sloupci]</w:t>
            </w:r>
          </w:p>
        </w:tc>
      </w:tr>
      <w:tr w:rsidR="009D0E1F" w:rsidRPr="009A1CA4" w:rsidTr="009D0E1F">
        <w:trPr>
          <w:gridAfter w:val="1"/>
          <w:wAfter w:w="2346" w:type="dxa"/>
        </w:trPr>
        <w:tc>
          <w:tcPr>
            <w:tcW w:w="5779" w:type="dxa"/>
            <w:gridSpan w:val="3"/>
            <w:shd w:val="clear" w:color="auto" w:fill="D9D9D9"/>
          </w:tcPr>
          <w:p w:rsidR="009D0E1F" w:rsidRPr="001C01C8" w:rsidRDefault="009D0E1F" w:rsidP="009D0E1F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1C01C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Výše DPH</w:t>
            </w:r>
          </w:p>
        </w:tc>
        <w:tc>
          <w:tcPr>
            <w:tcW w:w="2346" w:type="dxa"/>
          </w:tcPr>
          <w:p w:rsidR="009D0E1F" w:rsidRPr="001C01C8" w:rsidRDefault="009D0E1F" w:rsidP="009D0E1F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tr w:rsidR="009D0E1F" w:rsidRPr="009A1CA4" w:rsidTr="009D0E1F">
        <w:trPr>
          <w:gridAfter w:val="1"/>
          <w:wAfter w:w="2346" w:type="dxa"/>
        </w:trPr>
        <w:tc>
          <w:tcPr>
            <w:tcW w:w="5779" w:type="dxa"/>
            <w:gridSpan w:val="3"/>
            <w:shd w:val="clear" w:color="auto" w:fill="D9D9D9"/>
          </w:tcPr>
          <w:p w:rsidR="009D0E1F" w:rsidRPr="009A1CA4" w:rsidRDefault="009D0E1F" w:rsidP="009D0E1F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subskripce v Kč bez DPH</w:t>
            </w:r>
          </w:p>
        </w:tc>
        <w:tc>
          <w:tcPr>
            <w:tcW w:w="2346" w:type="dxa"/>
          </w:tcPr>
          <w:p w:rsidR="009D0E1F" w:rsidRPr="001C01C8" w:rsidRDefault="009D0E1F" w:rsidP="009D0E1F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</w:tbl>
    <w:p w:rsidR="009F392E" w:rsidRPr="0053787D" w:rsidRDefault="009F392E" w:rsidP="00304DC8">
      <w:pPr>
        <w:keepNext/>
        <w:spacing w:before="240" w:after="0" w:line="240" w:lineRule="auto"/>
        <w:outlineLvl w:val="0"/>
      </w:pPr>
      <w:bookmarkStart w:id="3" w:name="_Toc519257342"/>
      <w:bookmarkStart w:id="4" w:name="_Toc516591379"/>
      <w:bookmarkStart w:id="5" w:name="_Toc516604606"/>
      <w:bookmarkStart w:id="6" w:name="_Toc516647772"/>
      <w:bookmarkStart w:id="7" w:name="_Toc516670386"/>
      <w:bookmarkEnd w:id="1"/>
      <w:bookmarkEnd w:id="2"/>
      <w:bookmarkEnd w:id="3"/>
      <w:bookmarkEnd w:id="4"/>
      <w:bookmarkEnd w:id="5"/>
      <w:bookmarkEnd w:id="6"/>
      <w:bookmarkEnd w:id="7"/>
    </w:p>
    <w:sectPr w:rsidR="009F392E" w:rsidRPr="0053787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1B1" w:rsidRDefault="007C71B1" w:rsidP="00962258">
      <w:pPr>
        <w:spacing w:after="0" w:line="240" w:lineRule="auto"/>
      </w:pPr>
      <w:r>
        <w:separator/>
      </w:r>
    </w:p>
  </w:endnote>
  <w:endnote w:type="continuationSeparator" w:id="0">
    <w:p w:rsidR="007C71B1" w:rsidRDefault="007C71B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4DC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4DC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D265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D265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A3E1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1B1" w:rsidRDefault="007C71B1" w:rsidP="00962258">
      <w:pPr>
        <w:spacing w:after="0" w:line="240" w:lineRule="auto"/>
      </w:pPr>
      <w:r>
        <w:separator/>
      </w:r>
    </w:p>
  </w:footnote>
  <w:footnote w:type="continuationSeparator" w:id="0">
    <w:p w:rsidR="007C71B1" w:rsidRDefault="007C71B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459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53"/>
      <w:gridCol w:w="3439"/>
      <w:gridCol w:w="5667"/>
    </w:tblGrid>
    <w:tr w:rsidR="00F1715C" w:rsidTr="00304DC8">
      <w:trPr>
        <w:trHeight w:hRule="exact" w:val="732"/>
      </w:trPr>
      <w:tc>
        <w:tcPr>
          <w:tcW w:w="1353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39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67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04DC8">
      <w:trPr>
        <w:trHeight w:hRule="exact" w:val="843"/>
      </w:trPr>
      <w:tc>
        <w:tcPr>
          <w:tcW w:w="1353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39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67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 w:numId="35">
    <w:abstractNumId w:val="10"/>
    <w:lvlOverride w:ilvl="1">
      <w:lvl w:ilvl="1">
        <w:start w:val="1"/>
        <w:numFmt w:val="decimal"/>
        <w:lvlText w:val="%1.%2"/>
        <w:lvlJc w:val="left"/>
        <w:pPr>
          <w:tabs>
            <w:tab w:val="num" w:pos="1191"/>
          </w:tabs>
          <w:ind w:left="1077" w:hanging="453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42398"/>
    <w:rsid w:val="00072C1E"/>
    <w:rsid w:val="000E23A7"/>
    <w:rsid w:val="000E4423"/>
    <w:rsid w:val="000E44B6"/>
    <w:rsid w:val="000E63D6"/>
    <w:rsid w:val="0010693F"/>
    <w:rsid w:val="00114472"/>
    <w:rsid w:val="001550BC"/>
    <w:rsid w:val="001605B9"/>
    <w:rsid w:val="00170EC5"/>
    <w:rsid w:val="001747C1"/>
    <w:rsid w:val="00184743"/>
    <w:rsid w:val="001C01C8"/>
    <w:rsid w:val="00207DF5"/>
    <w:rsid w:val="00217CC8"/>
    <w:rsid w:val="00280E07"/>
    <w:rsid w:val="002C31BF"/>
    <w:rsid w:val="002C3AB3"/>
    <w:rsid w:val="002D08B1"/>
    <w:rsid w:val="002E0CD7"/>
    <w:rsid w:val="00304DC8"/>
    <w:rsid w:val="00336BEC"/>
    <w:rsid w:val="00341DCF"/>
    <w:rsid w:val="00346133"/>
    <w:rsid w:val="00357BC6"/>
    <w:rsid w:val="003956C6"/>
    <w:rsid w:val="003B71C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787D"/>
    <w:rsid w:val="00553375"/>
    <w:rsid w:val="00557C28"/>
    <w:rsid w:val="005736B7"/>
    <w:rsid w:val="00575E5A"/>
    <w:rsid w:val="005F1404"/>
    <w:rsid w:val="0061068E"/>
    <w:rsid w:val="00637921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B0F"/>
    <w:rsid w:val="00723ED1"/>
    <w:rsid w:val="00743525"/>
    <w:rsid w:val="0076286B"/>
    <w:rsid w:val="00766846"/>
    <w:rsid w:val="0077673A"/>
    <w:rsid w:val="007846E1"/>
    <w:rsid w:val="007B570C"/>
    <w:rsid w:val="007C589B"/>
    <w:rsid w:val="007C71B1"/>
    <w:rsid w:val="007E4A6E"/>
    <w:rsid w:val="007F56A7"/>
    <w:rsid w:val="00807DD0"/>
    <w:rsid w:val="00820FAB"/>
    <w:rsid w:val="008659F3"/>
    <w:rsid w:val="00886D4B"/>
    <w:rsid w:val="008903DD"/>
    <w:rsid w:val="00895406"/>
    <w:rsid w:val="008A3568"/>
    <w:rsid w:val="008D03B9"/>
    <w:rsid w:val="008D2654"/>
    <w:rsid w:val="008F18D6"/>
    <w:rsid w:val="00904780"/>
    <w:rsid w:val="009205B1"/>
    <w:rsid w:val="00922385"/>
    <w:rsid w:val="009223DF"/>
    <w:rsid w:val="00923DE9"/>
    <w:rsid w:val="00936091"/>
    <w:rsid w:val="00940D8A"/>
    <w:rsid w:val="00962258"/>
    <w:rsid w:val="009678B7"/>
    <w:rsid w:val="00982F47"/>
    <w:rsid w:val="009833E1"/>
    <w:rsid w:val="00992D9C"/>
    <w:rsid w:val="00996CB8"/>
    <w:rsid w:val="009B14A9"/>
    <w:rsid w:val="009B2E97"/>
    <w:rsid w:val="009D0E1F"/>
    <w:rsid w:val="009D7E1D"/>
    <w:rsid w:val="009E07F4"/>
    <w:rsid w:val="009F392E"/>
    <w:rsid w:val="00A35FEF"/>
    <w:rsid w:val="00A54435"/>
    <w:rsid w:val="00A57B7F"/>
    <w:rsid w:val="00A6177B"/>
    <w:rsid w:val="00A66136"/>
    <w:rsid w:val="00A756D0"/>
    <w:rsid w:val="00AA4CBB"/>
    <w:rsid w:val="00AA65FA"/>
    <w:rsid w:val="00AA7351"/>
    <w:rsid w:val="00AD056F"/>
    <w:rsid w:val="00AD6731"/>
    <w:rsid w:val="00B15D0D"/>
    <w:rsid w:val="00B41270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B353F"/>
    <w:rsid w:val="00DC75F3"/>
    <w:rsid w:val="00DD46F3"/>
    <w:rsid w:val="00DE56F2"/>
    <w:rsid w:val="00DF116D"/>
    <w:rsid w:val="00E36C4A"/>
    <w:rsid w:val="00EB104F"/>
    <w:rsid w:val="00ED14BD"/>
    <w:rsid w:val="00EF3BFB"/>
    <w:rsid w:val="00EF6356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25BD"/>
    <w:rsid w:val="00F86BA6"/>
    <w:rsid w:val="00FA3E1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6AAD08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DF835-FB67-42A7-9C3B-E9A7B31AD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81A1101-609F-4017-82B9-2FF7A9288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</TotalTime>
  <Pages>1</Pages>
  <Words>130</Words>
  <Characters>770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7</cp:revision>
  <cp:lastPrinted>2017-11-28T17:18:00Z</cp:lastPrinted>
  <dcterms:created xsi:type="dcterms:W3CDTF">2021-11-10T10:27:00Z</dcterms:created>
  <dcterms:modified xsi:type="dcterms:W3CDTF">2021-11-10T14:22:00Z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